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7A491-D5FA-4D66-AF82-58C990E050F8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